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7F535" w14:textId="77777777" w:rsidR="009E0D57" w:rsidRPr="00E416F2" w:rsidRDefault="0054062C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54062C">
        <w:rPr>
          <w:iCs/>
          <w:caps w:val="0"/>
          <w:kern w:val="0"/>
          <w:sz w:val="24"/>
          <w:szCs w:val="24"/>
        </w:rPr>
        <w:t xml:space="preserve">Отчет о движении денежных средств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99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33D6A548" w14:textId="77777777" w:rsidR="008C3897" w:rsidRPr="00E416F2" w:rsidRDefault="008C3897" w:rsidP="008C3897"/>
    <w:p w14:paraId="4C8F8962" w14:textId="77777777" w:rsidR="00C3046E" w:rsidRPr="0003557E" w:rsidRDefault="00377704" w:rsidP="00C3046E">
      <w:pPr>
        <w:pStyle w:val="Text"/>
        <w:spacing w:before="120"/>
        <w:jc w:val="center"/>
        <w:rPr>
          <w:b/>
          <w:sz w:val="18"/>
          <w:szCs w:val="18"/>
        </w:rPr>
      </w:pPr>
      <w:bookmarkStart w:id="1" w:name="_Toc128666460"/>
      <w:bookmarkEnd w:id="0"/>
      <w:r w:rsidRPr="00377704">
        <w:rPr>
          <w:rStyle w:val="affff2"/>
          <w:sz w:val="18"/>
          <w:szCs w:val="18"/>
        </w:rPr>
        <w:t>ОТЧЕТ О ДВИЖЕНИИ ДЕНЕЖНЫХ СРЕДСТВ</w:t>
      </w:r>
      <w:r w:rsidR="00C3046E" w:rsidRPr="0003557E">
        <w:rPr>
          <w:b/>
          <w:sz w:val="18"/>
          <w:szCs w:val="18"/>
        </w:rPr>
        <w:t xml:space="preserve"> </w:t>
      </w:r>
    </w:p>
    <w:p w14:paraId="3996405B" w14:textId="77777777" w:rsidR="00C3046E" w:rsidRPr="009F45D0" w:rsidRDefault="004A6825" w:rsidP="009F45D0">
      <w:pPr>
        <w:pStyle w:val="Text"/>
        <w:spacing w:before="12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за </w:t>
      </w:r>
      <w:r w:rsidRPr="009F45D0">
        <w:rPr>
          <w:b/>
          <w:bCs/>
          <w:sz w:val="18"/>
          <w:szCs w:val="18"/>
        </w:rPr>
        <w:t>&lt;</w:t>
      </w:r>
      <w:r w:rsidRPr="009F45D0">
        <w:rPr>
          <w:sz w:val="18"/>
          <w:szCs w:val="18"/>
        </w:rPr>
        <w:t>Дата</w:t>
      </w:r>
      <w:r w:rsidRPr="009F45D0">
        <w:rPr>
          <w:b/>
          <w:bCs/>
          <w:sz w:val="18"/>
          <w:szCs w:val="18"/>
        </w:rPr>
        <w:t>&gt;</w:t>
      </w:r>
    </w:p>
    <w:p w14:paraId="542FAF09" w14:textId="77777777" w:rsidR="004A6825" w:rsidRDefault="004A6825" w:rsidP="00C3046E">
      <w:pPr>
        <w:pStyle w:val="Text"/>
        <w:rPr>
          <w:sz w:val="18"/>
          <w:szCs w:val="18"/>
        </w:rPr>
      </w:pPr>
    </w:p>
    <w:p w14:paraId="445ACD27" w14:textId="77777777" w:rsidR="00C3046E" w:rsidRPr="00B75CA2" w:rsidRDefault="00C3046E" w:rsidP="00C3046E">
      <w:pPr>
        <w:pStyle w:val="Text"/>
        <w:rPr>
          <w:sz w:val="18"/>
          <w:szCs w:val="18"/>
        </w:rPr>
      </w:pPr>
      <w:r w:rsidRPr="0003557E">
        <w:rPr>
          <w:sz w:val="18"/>
          <w:szCs w:val="18"/>
        </w:rPr>
        <w:t>Наименование Участника клиринга:</w:t>
      </w:r>
      <w:r w:rsidR="00B75CA2">
        <w:rPr>
          <w:sz w:val="18"/>
          <w:szCs w:val="18"/>
        </w:rPr>
        <w:t xml:space="preserve"> </w:t>
      </w:r>
      <w:r w:rsidR="00B75CA2" w:rsidRPr="009F45D0">
        <w:rPr>
          <w:sz w:val="18"/>
          <w:szCs w:val="18"/>
        </w:rPr>
        <w:t>&lt;</w:t>
      </w:r>
      <w:r w:rsidR="00B75CA2" w:rsidRPr="0003557E">
        <w:rPr>
          <w:sz w:val="18"/>
          <w:szCs w:val="18"/>
        </w:rPr>
        <w:t>Наименование Участника клиринга</w:t>
      </w:r>
      <w:r w:rsidR="00B75CA2" w:rsidRPr="009F45D0">
        <w:rPr>
          <w:sz w:val="18"/>
          <w:szCs w:val="18"/>
        </w:rPr>
        <w:t>&gt;</w:t>
      </w:r>
    </w:p>
    <w:p w14:paraId="6A7D25AF" w14:textId="77777777" w:rsidR="004A6825" w:rsidRPr="00B75CA2" w:rsidRDefault="00DF281A" w:rsidP="004A6825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="004A6825" w:rsidRPr="0003557E">
        <w:rPr>
          <w:sz w:val="18"/>
          <w:szCs w:val="18"/>
        </w:rPr>
        <w:t xml:space="preserve"> Участника клиринга: </w:t>
      </w:r>
      <w:r w:rsidR="00B75CA2" w:rsidRPr="009F45D0">
        <w:rPr>
          <w:sz w:val="18"/>
          <w:szCs w:val="18"/>
        </w:rPr>
        <w:t>&lt;</w:t>
      </w:r>
      <w:r w:rsidR="00B75CA2">
        <w:rPr>
          <w:sz w:val="18"/>
          <w:szCs w:val="18"/>
        </w:rPr>
        <w:t>Клиринговый код</w:t>
      </w:r>
      <w:r w:rsidR="00B75CA2" w:rsidRPr="0003557E">
        <w:rPr>
          <w:sz w:val="18"/>
          <w:szCs w:val="18"/>
        </w:rPr>
        <w:t xml:space="preserve"> Участника клиринга</w:t>
      </w:r>
      <w:r w:rsidR="00B75CA2" w:rsidRPr="009F45D0">
        <w:rPr>
          <w:sz w:val="18"/>
          <w:szCs w:val="18"/>
        </w:rPr>
        <w:t>&gt;</w:t>
      </w:r>
    </w:p>
    <w:p w14:paraId="5E1BA694" w14:textId="77777777" w:rsidR="00AF09AC" w:rsidRPr="009F45D0" w:rsidRDefault="00DF281A" w:rsidP="00AF09AC">
      <w:pPr>
        <w:pStyle w:val="Text"/>
        <w:rPr>
          <w:rStyle w:val="affff2"/>
          <w:bCs w:val="0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="00AF09AC" w:rsidRPr="0090010E">
        <w:rPr>
          <w:b/>
          <w:bCs/>
          <w:sz w:val="18"/>
          <w:szCs w:val="18"/>
        </w:rPr>
        <w:t xml:space="preserve">: </w:t>
      </w:r>
      <w:r w:rsidR="00AF09AC" w:rsidRPr="009F45D0">
        <w:rPr>
          <w:sz w:val="18"/>
          <w:szCs w:val="18"/>
        </w:rPr>
        <w:t>&lt;ТКР&gt;</w:t>
      </w:r>
    </w:p>
    <w:p w14:paraId="65D26D34" w14:textId="77777777" w:rsidR="00AF09AC" w:rsidRPr="0090010E" w:rsidRDefault="00AF09AC" w:rsidP="00AF09AC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54B4643E" w14:textId="77777777" w:rsidR="004A6825" w:rsidRPr="00DF281A" w:rsidRDefault="00DF281A" w:rsidP="00AF09AC">
      <w:pPr>
        <w:pStyle w:val="Text"/>
        <w:rPr>
          <w:sz w:val="18"/>
          <w:szCs w:val="18"/>
        </w:rPr>
      </w:pPr>
      <w:r w:rsidRPr="009F45D0">
        <w:rPr>
          <w:sz w:val="18"/>
          <w:szCs w:val="18"/>
        </w:rPr>
        <w:t>&lt;</w:t>
      </w:r>
      <w:r w:rsidR="004A6825">
        <w:rPr>
          <w:sz w:val="18"/>
          <w:szCs w:val="18"/>
        </w:rPr>
        <w:t>Номер счета</w:t>
      </w:r>
      <w:r w:rsidRPr="009F45D0">
        <w:rPr>
          <w:sz w:val="18"/>
          <w:szCs w:val="18"/>
        </w:rPr>
        <w:t>&gt;</w:t>
      </w:r>
    </w:p>
    <w:p w14:paraId="27767E22" w14:textId="77777777" w:rsidR="004A6825" w:rsidRDefault="004A6825" w:rsidP="00AF09AC">
      <w:pPr>
        <w:pStyle w:val="Text"/>
        <w:rPr>
          <w:sz w:val="18"/>
          <w:szCs w:val="18"/>
        </w:rPr>
      </w:pPr>
    </w:p>
    <w:p w14:paraId="07D1AF81" w14:textId="77777777" w:rsidR="004A6825" w:rsidRPr="00B75CA2" w:rsidRDefault="004A6825" w:rsidP="00AF09AC">
      <w:pPr>
        <w:pStyle w:val="Text"/>
        <w:rPr>
          <w:sz w:val="18"/>
          <w:szCs w:val="18"/>
        </w:rPr>
      </w:pPr>
      <w:r>
        <w:rPr>
          <w:sz w:val="18"/>
          <w:szCs w:val="18"/>
        </w:rPr>
        <w:t>Код валюты</w:t>
      </w:r>
      <w:r w:rsidR="00DF281A" w:rsidRPr="009F45D0">
        <w:rPr>
          <w:sz w:val="18"/>
          <w:szCs w:val="18"/>
        </w:rPr>
        <w:t xml:space="preserve"> &lt;</w:t>
      </w:r>
      <w:r w:rsidR="00DF281A">
        <w:rPr>
          <w:sz w:val="18"/>
          <w:szCs w:val="18"/>
        </w:rPr>
        <w:t>Код валюты</w:t>
      </w:r>
      <w:r w:rsidR="00DF281A" w:rsidRPr="009F45D0">
        <w:rPr>
          <w:sz w:val="18"/>
          <w:szCs w:val="18"/>
        </w:rPr>
        <w:t>&gt;</w:t>
      </w:r>
    </w:p>
    <w:p w14:paraId="1246907A" w14:textId="77777777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544"/>
        <w:gridCol w:w="1381"/>
        <w:gridCol w:w="1144"/>
        <w:gridCol w:w="1723"/>
        <w:gridCol w:w="2687"/>
        <w:gridCol w:w="2219"/>
        <w:gridCol w:w="1120"/>
        <w:gridCol w:w="811"/>
        <w:gridCol w:w="985"/>
        <w:gridCol w:w="841"/>
      </w:tblGrid>
      <w:tr w:rsidR="00377704" w:rsidRPr="00377704" w14:paraId="21F59B86" w14:textId="77777777" w:rsidTr="00377704">
        <w:trPr>
          <w:trHeight w:val="288"/>
        </w:trPr>
        <w:tc>
          <w:tcPr>
            <w:tcW w:w="519" w:type="pct"/>
            <w:vMerge w:val="restart"/>
            <w:shd w:val="clear" w:color="000000" w:fill="EEEEEE"/>
            <w:vAlign w:val="center"/>
            <w:hideMark/>
          </w:tcPr>
          <w:p w14:paraId="38215D08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Вид операции</w:t>
            </w:r>
          </w:p>
        </w:tc>
        <w:tc>
          <w:tcPr>
            <w:tcW w:w="181" w:type="pct"/>
            <w:vMerge w:val="restart"/>
            <w:shd w:val="clear" w:color="000000" w:fill="EEEEEE"/>
            <w:vAlign w:val="center"/>
            <w:hideMark/>
          </w:tcPr>
          <w:p w14:paraId="72FAC509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460" w:type="pct"/>
            <w:vMerge w:val="restart"/>
            <w:shd w:val="clear" w:color="000000" w:fill="EEEEEE"/>
            <w:vAlign w:val="center"/>
            <w:hideMark/>
          </w:tcPr>
          <w:p w14:paraId="1965CEE7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Номер документа</w:t>
            </w:r>
          </w:p>
        </w:tc>
        <w:tc>
          <w:tcPr>
            <w:tcW w:w="1849" w:type="pct"/>
            <w:gridSpan w:val="3"/>
            <w:shd w:val="clear" w:color="000000" w:fill="EEEEEE"/>
            <w:vAlign w:val="center"/>
            <w:hideMark/>
          </w:tcPr>
          <w:p w14:paraId="71BF254B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Счет - корреспондент</w:t>
            </w:r>
          </w:p>
        </w:tc>
        <w:tc>
          <w:tcPr>
            <w:tcW w:w="739" w:type="pct"/>
            <w:vMerge w:val="restart"/>
            <w:shd w:val="clear" w:color="000000" w:fill="EEEEEE"/>
            <w:vAlign w:val="center"/>
            <w:hideMark/>
          </w:tcPr>
          <w:p w14:paraId="4D06A2FC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Комментарии</w:t>
            </w:r>
          </w:p>
        </w:tc>
        <w:tc>
          <w:tcPr>
            <w:tcW w:w="373" w:type="pct"/>
            <w:vMerge w:val="restart"/>
            <w:shd w:val="clear" w:color="000000" w:fill="EEEEEE"/>
            <w:vAlign w:val="center"/>
            <w:hideMark/>
          </w:tcPr>
          <w:p w14:paraId="12A77764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Дебет</w:t>
            </w:r>
          </w:p>
        </w:tc>
        <w:tc>
          <w:tcPr>
            <w:tcW w:w="270" w:type="pct"/>
            <w:vMerge w:val="restart"/>
            <w:shd w:val="clear" w:color="000000" w:fill="EEEEEE"/>
            <w:vAlign w:val="center"/>
            <w:hideMark/>
          </w:tcPr>
          <w:p w14:paraId="3D9BE2A3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Кредит</w:t>
            </w:r>
          </w:p>
        </w:tc>
        <w:tc>
          <w:tcPr>
            <w:tcW w:w="328" w:type="pct"/>
            <w:vMerge w:val="restart"/>
            <w:shd w:val="clear" w:color="000000" w:fill="EEEEEE"/>
            <w:vAlign w:val="center"/>
            <w:hideMark/>
          </w:tcPr>
          <w:p w14:paraId="2052609B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281" w:type="pct"/>
            <w:vMerge w:val="restart"/>
            <w:shd w:val="clear" w:color="000000" w:fill="EEEEEE"/>
            <w:vAlign w:val="center"/>
            <w:hideMark/>
          </w:tcPr>
          <w:p w14:paraId="1350E889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Время</w:t>
            </w:r>
          </w:p>
        </w:tc>
      </w:tr>
      <w:tr w:rsidR="00377704" w:rsidRPr="00377704" w14:paraId="6C1D8346" w14:textId="77777777" w:rsidTr="0003557E">
        <w:trPr>
          <w:trHeight w:val="850"/>
        </w:trPr>
        <w:tc>
          <w:tcPr>
            <w:tcW w:w="519" w:type="pct"/>
            <w:vMerge/>
            <w:vAlign w:val="center"/>
            <w:hideMark/>
          </w:tcPr>
          <w:p w14:paraId="665C2FA8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vMerge/>
            <w:vAlign w:val="center"/>
            <w:hideMark/>
          </w:tcPr>
          <w:p w14:paraId="799D20E9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vMerge/>
            <w:vAlign w:val="center"/>
            <w:hideMark/>
          </w:tcPr>
          <w:p w14:paraId="1C048588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000000" w:fill="EEEEEE"/>
            <w:vAlign w:val="center"/>
            <w:hideMark/>
          </w:tcPr>
          <w:p w14:paraId="748361AF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БИК / BIC</w:t>
            </w:r>
          </w:p>
        </w:tc>
        <w:tc>
          <w:tcPr>
            <w:tcW w:w="574" w:type="pct"/>
            <w:shd w:val="clear" w:color="000000" w:fill="EEEEEE"/>
            <w:vAlign w:val="center"/>
            <w:hideMark/>
          </w:tcPr>
          <w:p w14:paraId="6F476803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Лицевой счет</w:t>
            </w:r>
          </w:p>
        </w:tc>
        <w:tc>
          <w:tcPr>
            <w:tcW w:w="895" w:type="pct"/>
            <w:shd w:val="clear" w:color="000000" w:fill="EEEEEE"/>
            <w:vAlign w:val="center"/>
            <w:hideMark/>
          </w:tcPr>
          <w:p w14:paraId="216E3B98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Наименование плательщика / Получателя /</w:t>
            </w:r>
          </w:p>
          <w:p w14:paraId="1CF0FD7A" w14:textId="77777777" w:rsidR="00377704" w:rsidRPr="00377704" w:rsidRDefault="00377704" w:rsidP="000B30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77704">
              <w:rPr>
                <w:b/>
                <w:bCs/>
                <w:color w:val="000000"/>
                <w:sz w:val="18"/>
                <w:szCs w:val="18"/>
              </w:rPr>
              <w:t>Корреспондирующего счета</w:t>
            </w:r>
          </w:p>
        </w:tc>
        <w:tc>
          <w:tcPr>
            <w:tcW w:w="739" w:type="pct"/>
            <w:vMerge/>
            <w:vAlign w:val="center"/>
            <w:hideMark/>
          </w:tcPr>
          <w:p w14:paraId="64390131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14:paraId="79EFA6C3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vMerge/>
            <w:vAlign w:val="center"/>
            <w:hideMark/>
          </w:tcPr>
          <w:p w14:paraId="79DD919B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vMerge/>
            <w:vAlign w:val="center"/>
            <w:hideMark/>
          </w:tcPr>
          <w:p w14:paraId="4427D06F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14:paraId="4674062B" w14:textId="77777777" w:rsidR="00377704" w:rsidRPr="00377704" w:rsidRDefault="00377704" w:rsidP="000B305D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377704" w:rsidRPr="00377704" w14:paraId="68E593E0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  <w:hideMark/>
          </w:tcPr>
          <w:p w14:paraId="43420499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14:paraId="56B73846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pct"/>
            <w:shd w:val="clear" w:color="auto" w:fill="auto"/>
            <w:vAlign w:val="center"/>
            <w:hideMark/>
          </w:tcPr>
          <w:p w14:paraId="4DF6B556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14:paraId="0C97914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2DAC9C3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95" w:type="pct"/>
            <w:shd w:val="clear" w:color="auto" w:fill="auto"/>
            <w:vAlign w:val="center"/>
            <w:hideMark/>
          </w:tcPr>
          <w:p w14:paraId="51F0F05F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9" w:type="pct"/>
            <w:shd w:val="clear" w:color="auto" w:fill="auto"/>
            <w:vAlign w:val="center"/>
            <w:hideMark/>
          </w:tcPr>
          <w:p w14:paraId="23424DEC" w14:textId="77777777" w:rsidR="00377704" w:rsidRPr="00377704" w:rsidRDefault="00F6712D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Входящий остаток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14:paraId="41B40F4E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14:paraId="33BC027F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8" w:type="pct"/>
            <w:shd w:val="clear" w:color="auto" w:fill="auto"/>
            <w:vAlign w:val="center"/>
            <w:hideMark/>
          </w:tcPr>
          <w:p w14:paraId="4EB88FD6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14:paraId="1972EC7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  <w:r w:rsidRPr="0037770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77704" w:rsidRPr="00377704" w14:paraId="3B2C04F1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4A66D6A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6644F205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7E059C9A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855CAA3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4E4BB17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48E34146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514BF29F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69A78F95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5C3C2E74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0BCF047E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FEBFBEA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124D9CC0" w14:textId="77777777" w:rsidTr="00377704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22C66F97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31B3A5C2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53EADC44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410FFE8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4B365400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7E41736A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2FF5AD88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3" w:type="pct"/>
            <w:shd w:val="clear" w:color="auto" w:fill="auto"/>
            <w:vAlign w:val="center"/>
          </w:tcPr>
          <w:p w14:paraId="7F0F1657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00D902F1" w14:textId="77777777" w:rsidR="00377704" w:rsidRPr="00377704" w:rsidRDefault="00377704" w:rsidP="000B305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20528A6E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19955E41" w14:textId="77777777" w:rsidR="00377704" w:rsidRPr="00377704" w:rsidRDefault="00377704" w:rsidP="000B30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7BDBE1D4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46832543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303963AE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24B1CE66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5447DDC5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6413A9AD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61614D41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6CDD96AB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0BEA1915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2ED0F0F4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20B88E91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634226EB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77704" w:rsidRPr="00377704" w14:paraId="60F81497" w14:textId="77777777" w:rsidTr="0003557E">
        <w:trPr>
          <w:trHeight w:val="288"/>
        </w:trPr>
        <w:tc>
          <w:tcPr>
            <w:tcW w:w="519" w:type="pct"/>
            <w:shd w:val="clear" w:color="auto" w:fill="auto"/>
            <w:vAlign w:val="center"/>
          </w:tcPr>
          <w:p w14:paraId="3D7387C3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1" w:type="pct"/>
            <w:shd w:val="clear" w:color="auto" w:fill="auto"/>
            <w:vAlign w:val="center"/>
          </w:tcPr>
          <w:p w14:paraId="142C2686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7CCE9E9E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DA81F97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55D0B800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14:paraId="432FB12A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shd w:val="clear" w:color="auto" w:fill="auto"/>
            <w:vAlign w:val="center"/>
          </w:tcPr>
          <w:p w14:paraId="17AC77F2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  <w:r w:rsidRPr="00AA05E2">
              <w:rPr>
                <w:color w:val="000000"/>
                <w:sz w:val="18"/>
                <w:szCs w:val="18"/>
              </w:rPr>
              <w:t>Исходящий остаток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E8230AA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14:paraId="7391DAF9" w14:textId="77777777" w:rsidR="00377704" w:rsidRPr="00377704" w:rsidRDefault="00377704" w:rsidP="0037770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3D8A6DE8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14:paraId="02A7230B" w14:textId="77777777" w:rsidR="00377704" w:rsidRPr="00377704" w:rsidRDefault="00377704" w:rsidP="0037770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283ADC85" w14:textId="77777777" w:rsidR="00377704" w:rsidRDefault="00377704" w:rsidP="00C3046E">
      <w:pPr>
        <w:spacing w:before="120" w:after="120"/>
        <w:rPr>
          <w:rStyle w:val="affff2"/>
          <w:sz w:val="18"/>
          <w:szCs w:val="18"/>
          <w:highlight w:val="yellow"/>
        </w:rPr>
      </w:pPr>
    </w:p>
    <w:p w14:paraId="752AA7DD" w14:textId="4600373C" w:rsidR="002E794F" w:rsidRPr="00E416F2" w:rsidRDefault="002E794F" w:rsidP="002E794F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8A4422">
        <w:rPr>
          <w:b/>
          <w:bCs/>
          <w:sz w:val="18"/>
          <w:szCs w:val="18"/>
        </w:rPr>
        <w:t xml:space="preserve"> </w:t>
      </w:r>
      <w:r w:rsidR="002B4222" w:rsidRPr="002B4222">
        <w:rPr>
          <w:b/>
          <w:bCs/>
          <w:sz w:val="18"/>
          <w:szCs w:val="18"/>
        </w:rPr>
        <w:t>"</w:t>
      </w:r>
      <w:r w:rsidR="008A4422">
        <w:rPr>
          <w:b/>
          <w:bCs/>
          <w:sz w:val="18"/>
          <w:szCs w:val="18"/>
        </w:rPr>
        <w:t>ЭФИР</w:t>
      </w:r>
      <w:r w:rsidR="002B4222" w:rsidRPr="002B4222">
        <w:rPr>
          <w:b/>
          <w:bCs/>
          <w:sz w:val="18"/>
          <w:szCs w:val="18"/>
        </w:rPr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8A4422">
        <w:rPr>
          <w:sz w:val="18"/>
          <w:szCs w:val="18"/>
        </w:rPr>
        <w:t xml:space="preserve"> </w:t>
      </w:r>
      <w:r w:rsidR="002B4222" w:rsidRPr="002B4222">
        <w:rPr>
          <w:sz w:val="18"/>
          <w:szCs w:val="18"/>
        </w:rPr>
        <w:t>"</w:t>
      </w:r>
      <w:r w:rsidR="008A4422">
        <w:rPr>
          <w:sz w:val="18"/>
          <w:szCs w:val="18"/>
        </w:rPr>
        <w:t>ЭФИР</w:t>
      </w:r>
      <w:r w:rsidR="002B4222" w:rsidRPr="002B4222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(АО)&gt;</w:t>
      </w:r>
    </w:p>
    <w:bookmarkEnd w:id="2"/>
    <w:p w14:paraId="0076C96B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6819B25C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3CDC5EDF" w14:textId="77777777" w:rsidR="003147A5" w:rsidRPr="00E416F2" w:rsidRDefault="0054062C" w:rsidP="003147A5">
      <w:pPr>
        <w:pStyle w:val="10"/>
        <w:rPr>
          <w:iCs/>
          <w:caps w:val="0"/>
          <w:kern w:val="0"/>
          <w:sz w:val="24"/>
          <w:szCs w:val="24"/>
        </w:rPr>
      </w:pPr>
      <w:r w:rsidRPr="0054062C">
        <w:rPr>
          <w:iCs/>
          <w:caps w:val="0"/>
          <w:kern w:val="0"/>
          <w:sz w:val="24"/>
          <w:szCs w:val="24"/>
        </w:rPr>
        <w:lastRenderedPageBreak/>
        <w:t xml:space="preserve">Отчет о движении денежных средств </w:t>
      </w:r>
      <w:r w:rsidRPr="003B2F47">
        <w:rPr>
          <w:iCs/>
          <w:caps w:val="0"/>
          <w:kern w:val="0"/>
          <w:sz w:val="24"/>
          <w:szCs w:val="24"/>
        </w:rPr>
        <w:t>(ССХ</w:t>
      </w:r>
      <w:r w:rsidRPr="0003557E">
        <w:rPr>
          <w:iCs/>
          <w:caps w:val="0"/>
          <w:kern w:val="0"/>
          <w:sz w:val="24"/>
          <w:szCs w:val="24"/>
        </w:rPr>
        <w:t>99</w:t>
      </w:r>
      <w:r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6D306215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742FADFF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6432FEE7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1369DA15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8A4422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5EE01C43" w14:textId="77777777" w:rsidR="004F25FE" w:rsidRPr="00E416F2" w:rsidRDefault="004F25FE" w:rsidP="004F25FE">
      <w:pPr>
        <w:pStyle w:val="afff7"/>
        <w:rPr>
          <w:sz w:val="20"/>
        </w:rPr>
      </w:pPr>
    </w:p>
    <w:p w14:paraId="56A91ED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3111ED09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17BF4990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54062C" w:rsidRPr="0003557E">
        <w:rPr>
          <w:sz w:val="20"/>
        </w:rPr>
        <w:t>99</w:t>
      </w:r>
      <w:r>
        <w:rPr>
          <w:sz w:val="20"/>
        </w:rPr>
        <w:t>,</w:t>
      </w:r>
    </w:p>
    <w:p w14:paraId="2075E43E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65C1EA93" w14:textId="77777777" w:rsidR="0054062C" w:rsidRDefault="0054062C" w:rsidP="004F25FE">
      <w:pPr>
        <w:pStyle w:val="afff7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5"/>
        <w:gridCol w:w="2552"/>
        <w:gridCol w:w="4961"/>
        <w:gridCol w:w="1417"/>
        <w:gridCol w:w="1701"/>
        <w:gridCol w:w="1134"/>
        <w:gridCol w:w="852"/>
      </w:tblGrid>
      <w:tr w:rsidR="0054062C" w:rsidRPr="0054062C" w14:paraId="0BB317E6" w14:textId="77777777" w:rsidTr="0003557E">
        <w:trPr>
          <w:cantSplit/>
          <w:tblHeader/>
        </w:trPr>
        <w:tc>
          <w:tcPr>
            <w:tcW w:w="2405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50F140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тега</w:t>
            </w:r>
          </w:p>
        </w:tc>
        <w:tc>
          <w:tcPr>
            <w:tcW w:w="2552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441B03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Название атрибута</w:t>
            </w:r>
          </w:p>
        </w:tc>
        <w:tc>
          <w:tcPr>
            <w:tcW w:w="4961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CD181C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Описание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22B1BA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Обязат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91851" w14:textId="77777777" w:rsidR="0054062C" w:rsidRPr="0003557E" w:rsidRDefault="0054062C" w:rsidP="00BB0E41">
            <w:pPr>
              <w:ind w:left="-65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Тип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6BD0E" w14:textId="77777777" w:rsidR="0054062C" w:rsidRPr="0003557E" w:rsidRDefault="0054062C" w:rsidP="00BB0E41">
            <w:pPr>
              <w:ind w:left="-26" w:right="-18"/>
              <w:jc w:val="center"/>
              <w:rPr>
                <w:b/>
                <w:color w:val="000000"/>
                <w:sz w:val="18"/>
                <w:szCs w:val="18"/>
              </w:rPr>
            </w:pPr>
            <w:r w:rsidRPr="0003557E">
              <w:rPr>
                <w:b/>
                <w:color w:val="000000"/>
                <w:sz w:val="18"/>
                <w:szCs w:val="18"/>
              </w:rPr>
              <w:t>Размер</w:t>
            </w:r>
          </w:p>
        </w:tc>
        <w:tc>
          <w:tcPr>
            <w:tcW w:w="85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FB5ED" w14:textId="77777777" w:rsidR="0054062C" w:rsidRPr="0003557E" w:rsidRDefault="0054062C" w:rsidP="00BB0E41">
            <w:pP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b/>
                <w:color w:val="000000"/>
                <w:sz w:val="18"/>
                <w:szCs w:val="18"/>
              </w:rPr>
              <w:t>Десят</w:t>
            </w:r>
            <w:proofErr w:type="spellEnd"/>
            <w:r w:rsidRPr="0003557E">
              <w:rPr>
                <w:b/>
                <w:color w:val="000000"/>
                <w:sz w:val="18"/>
                <w:szCs w:val="18"/>
              </w:rPr>
              <w:t>. знаки</w:t>
            </w:r>
          </w:p>
        </w:tc>
      </w:tr>
      <w:tr w:rsidR="0054062C" w:rsidRPr="0054062C" w14:paraId="13859B5A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A87B03" w14:textId="77777777" w:rsidR="0054062C" w:rsidRPr="0003557E" w:rsidRDefault="008A4422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EFIS</w:t>
            </w:r>
            <w:r w:rsidR="0054062C" w:rsidRPr="0003557E">
              <w:rPr>
                <w:color w:val="000000"/>
                <w:sz w:val="18"/>
                <w:szCs w:val="18"/>
              </w:rPr>
              <w:t>_DOC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842598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A2E34E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Корневой элемент (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root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3557E">
              <w:rPr>
                <w:color w:val="000000"/>
                <w:sz w:val="18"/>
                <w:szCs w:val="18"/>
              </w:rPr>
              <w:t>element</w:t>
            </w:r>
            <w:proofErr w:type="spellEnd"/>
            <w:r w:rsidRPr="0003557E">
              <w:rPr>
                <w:color w:val="000000"/>
                <w:sz w:val="18"/>
                <w:szCs w:val="18"/>
              </w:rPr>
              <w:t>) XML документа.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F6EBD3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1B1E1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1CF5D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D1FB0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7633E761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A57B47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771361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2F601B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86CCFD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2F64E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D37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17BB8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1FB8469A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4074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3C2C49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FCD07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D71A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DAD5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F008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3F7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01F3AAC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93D4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31145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DOC_TIME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E5A9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Время формирования файла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9B6B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8FF7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Time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C522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361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A4A3BB3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A98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C5B185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DOC_NO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DC09B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08B0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4D8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43EF6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034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BF597AB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145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409CF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DOC_TYPE_ID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D2D6D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88125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5CFD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3DC73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D04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465B40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C888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1E5A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CODE_ID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88AD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Суффикс отчета (</w:t>
            </w: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RRT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):</w:t>
            </w:r>
          </w:p>
          <w:p w14:paraId="1C65C8FE" w14:textId="77777777" w:rsidR="0054062C" w:rsidRPr="0003557E" w:rsidRDefault="0054062C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CU – </w:t>
            </w:r>
            <w:r w:rsidR="00B825A8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денежный и 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валютный рынок.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DC7D2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9586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Character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1DD42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205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372409F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B9582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7691B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SENDER_ID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C0643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отправителя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D119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B171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41A8EB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A17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1D8BD60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25C43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E6460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RECEIVER_ID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1879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Идентификатор получателя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EC3FA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3DBB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1C04B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AE6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449F2BC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E5F214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/DOC_REQUISITES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84B9D0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D9448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2661A1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49FC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F22FD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0099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160ED36B" w14:textId="77777777" w:rsidTr="0003557E">
        <w:trPr>
          <w:cantSplit/>
        </w:trPr>
        <w:tc>
          <w:tcPr>
            <w:tcW w:w="2405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3F1C13C" w14:textId="77777777" w:rsidR="0054062C" w:rsidRPr="0003557E" w:rsidRDefault="0054062C" w:rsidP="00BB0E41">
            <w:pPr>
              <w:spacing w:line="276" w:lineRule="auto"/>
              <w:ind w:left="34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CCX99</w:t>
            </w:r>
          </w:p>
        </w:tc>
        <w:tc>
          <w:tcPr>
            <w:tcW w:w="2552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8ED15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01FFCC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Блок данных отчета</w:t>
            </w:r>
          </w:p>
        </w:tc>
        <w:tc>
          <w:tcPr>
            <w:tcW w:w="1417" w:type="dxa"/>
            <w:shd w:val="clear" w:color="auto" w:fill="C0C0C0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BF255B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8CB47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B5DF9" w14:textId="77777777" w:rsidR="0054062C" w:rsidRPr="0003557E" w:rsidRDefault="0054062C" w:rsidP="00BB0E41">
            <w:pPr>
              <w:spacing w:line="276" w:lineRule="auto"/>
              <w:ind w:left="-26" w:right="-18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10AF9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4062C" w:rsidRPr="0054062C" w14:paraId="24BE00DD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D165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221B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FIRMPURPOSE_PAYMENT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C95302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Краткое наименование организации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264393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36A3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E9027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0F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E289DEA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33E2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86DA8A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  <w:lang w:val="en-US"/>
              </w:rPr>
              <w:t>TRADE</w:t>
            </w:r>
            <w:r w:rsidRPr="0003557E">
              <w:rPr>
                <w:color w:val="000000"/>
                <w:sz w:val="18"/>
                <w:szCs w:val="18"/>
              </w:rPr>
              <w:t>_</w:t>
            </w:r>
            <w:r w:rsidRPr="0003557E">
              <w:rPr>
                <w:color w:val="000000"/>
                <w:sz w:val="18"/>
                <w:szCs w:val="18"/>
                <w:lang w:val="en-US"/>
              </w:rPr>
              <w:t>DATE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ADD7C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проведения операций, указанных в отчете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8FD9D5" w14:textId="77777777" w:rsidR="0054062C" w:rsidRPr="0003557E" w:rsidRDefault="0054062C" w:rsidP="00BB0E4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03557E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4768C" w14:textId="77777777" w:rsidR="0054062C" w:rsidRPr="0003557E" w:rsidRDefault="0054062C" w:rsidP="00BB0E41">
            <w:pPr>
              <w:spacing w:line="276" w:lineRule="auto"/>
              <w:ind w:left="-65"/>
              <w:rPr>
                <w:color w:val="000000"/>
                <w:sz w:val="18"/>
                <w:szCs w:val="18"/>
              </w:rPr>
            </w:pPr>
            <w:proofErr w:type="spellStart"/>
            <w:r w:rsidRPr="0003557E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4E594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8170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8D5EB88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3F1E8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8413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REGCODE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DCCD" w14:textId="77777777" w:rsidR="0054062C" w:rsidRPr="0003557E" w:rsidRDefault="00B75CA2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Клиринговый код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4062C"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Участника клиринга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F5844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18A6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E0F0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043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DECFD70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B98D95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796A6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DATE_</w:t>
            </w:r>
            <w:r w:rsidRPr="004018D6">
              <w:rPr>
                <w:color w:val="000000"/>
                <w:sz w:val="18"/>
                <w:szCs w:val="18"/>
                <w:lang w:val="en-US"/>
              </w:rPr>
              <w:t>FROM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F443D2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Дата, с которой формируется отчет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DA8490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67C5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5DA24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E6E6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BF55D3A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C3A41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7B615E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DATE_</w:t>
            </w:r>
            <w:r w:rsidRPr="004018D6">
              <w:rPr>
                <w:color w:val="000000"/>
                <w:sz w:val="18"/>
                <w:szCs w:val="18"/>
                <w:lang w:val="en-US"/>
              </w:rPr>
              <w:t>TO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5350E1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Дата, по которую формируется отчет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5299C9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289E4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0A972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16E6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477CB50" w14:textId="77777777" w:rsidTr="0003557E">
        <w:trPr>
          <w:cantSplit/>
        </w:trPr>
        <w:tc>
          <w:tcPr>
            <w:tcW w:w="24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0664E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5A661B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>REPORT_TYPE</w:t>
            </w:r>
          </w:p>
        </w:tc>
        <w:tc>
          <w:tcPr>
            <w:tcW w:w="496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0C18BC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 xml:space="preserve">Тип отчета: 1 – по всем </w:t>
            </w:r>
            <w:r w:rsidR="00A70F7E" w:rsidRPr="004018D6">
              <w:rPr>
                <w:rFonts w:eastAsia="Calibri"/>
                <w:color w:val="000000"/>
                <w:sz w:val="18"/>
                <w:szCs w:val="18"/>
              </w:rPr>
              <w:t>ТКР</w:t>
            </w:r>
            <w:r w:rsidRPr="004018D6">
              <w:rPr>
                <w:rFonts w:eastAsia="Calibri"/>
                <w:color w:val="000000"/>
                <w:sz w:val="18"/>
                <w:szCs w:val="18"/>
              </w:rPr>
              <w:t xml:space="preserve">; 2 – по отдельному </w:t>
            </w:r>
            <w:r w:rsidR="00A70F7E" w:rsidRPr="004018D6">
              <w:rPr>
                <w:rFonts w:eastAsia="Calibri"/>
                <w:color w:val="000000"/>
                <w:sz w:val="18"/>
                <w:szCs w:val="18"/>
              </w:rPr>
              <w:t>ТКР</w:t>
            </w:r>
            <w:r w:rsidRPr="004018D6">
              <w:rPr>
                <w:rFonts w:eastAsia="Calibri"/>
                <w:color w:val="000000"/>
                <w:sz w:val="18"/>
                <w:szCs w:val="18"/>
              </w:rPr>
              <w:t>; 3 – по отдельному счету</w:t>
            </w: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1DD91C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</w:rPr>
              <w:t>Да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EE7E7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375DE" w14:textId="77777777" w:rsidR="0054062C" w:rsidRPr="0003557E" w:rsidRDefault="0054062C" w:rsidP="00BB0E41">
            <w:pPr>
              <w:spacing w:line="276" w:lineRule="auto"/>
              <w:ind w:left="-26"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7D2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99104D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BF9D19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FA842C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AD7FC0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Блок данных о движении ДС в разрезе </w:t>
            </w:r>
            <w:r w:rsidR="00AF09AC"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ТКР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0AB493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E64B6" w14:textId="77777777" w:rsidR="0054062C" w:rsidRPr="004018D6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A76F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24A8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99C519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746F80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E6337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51AF15" w14:textId="77777777" w:rsidR="0054062C" w:rsidRPr="004018D6" w:rsidRDefault="00AF09A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sz w:val="18"/>
                <w:szCs w:val="18"/>
              </w:rPr>
              <w:t>ТКР Участника клиринга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B6715A" w14:textId="77777777" w:rsidR="0054062C" w:rsidRPr="004018D6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7506E" w14:textId="77777777" w:rsidR="0054062C" w:rsidRPr="004018D6" w:rsidRDefault="00AF09A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4018D6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516C" w14:textId="77777777" w:rsidR="0054062C" w:rsidRPr="0003557E" w:rsidRDefault="00AF09A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15E5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5E5116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F2297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2D11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0CA93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Данные по счету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C55F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40F2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995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8807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0239B4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D94A8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0BDF2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ACCOUNT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D90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1F24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F8F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0B0A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52AB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AF05B7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079C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161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CURRENCY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CAB3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валюты ISO 4217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5AC42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374F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A0FB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931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4062C" w:rsidRPr="0054062C" w14:paraId="7B8478C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104E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56A9C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OPENING_BALANCE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BFB4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Входящий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A2BCC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527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6A60E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D51B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690FCB5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1B277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C5D5B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CLOSING_BALANCE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4FDB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Исходящий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A6115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4623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7D57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B35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68909CD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F7D8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3FBD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PREVIOUS_DATE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5056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предыдущего движения по счету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1FC5C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3371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43D7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825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DE3149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DDC09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15A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DATE_ OPENING_BALANCE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58D4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Дата, на которую сформирован входящий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BF86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6312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ABC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7A4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D5A018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98D48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1EB8A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DATE_ CLOSING_BALANCE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9DD4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Дата, на которую сформирован исходящий остаток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DCCF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643D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4680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7393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A17D32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F9E4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CC36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DEBIT_SUM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F559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Итого по дебету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939C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6BE64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3057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083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756094E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B93F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3787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CREDIT_SUM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570D0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Итого по кредиту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9A93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432D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077E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5433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30B0150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3C7E5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C79A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71E6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счета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A35F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AB17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6E37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23A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251B88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23354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BF1A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color w:val="000000"/>
                <w:sz w:val="18"/>
                <w:szCs w:val="18"/>
              </w:rPr>
              <w:t>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55DA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Тип счета (А- активный, Р – пассивный)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B7D20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10B1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271A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FE64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76C07A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2146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AB906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CF74C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Данные по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BF69A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42AF1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372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46E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21C856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6F14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4082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CODETYPE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919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типа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016E5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2261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B31B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E332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C63A54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36A96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0D4D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TRANSKIND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63F2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Вид документа: </w:t>
            </w:r>
            <w:r w:rsidRPr="0003557E">
              <w:rPr>
                <w:color w:val="000000"/>
                <w:sz w:val="18"/>
                <w:szCs w:val="18"/>
              </w:rPr>
              <w:t>1 – платежное поручение; 2 – мемориальный ордер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5F17D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2BD1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E073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757E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8B8810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C8CB1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242E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297126" w14:textId="24825728" w:rsidR="0054062C" w:rsidRPr="008A4422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Номер документа в </w:t>
            </w:r>
            <w:r w:rsidR="008A442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НКО ЦК </w:t>
            </w:r>
            <w:r w:rsidR="002B4222" w:rsidRPr="002B4222">
              <w:rPr>
                <w:rFonts w:eastAsia="Calibri"/>
                <w:color w:val="000000"/>
                <w:sz w:val="18"/>
                <w:szCs w:val="18"/>
                <w:lang w:eastAsia="en-US"/>
              </w:rPr>
              <w:t>"</w:t>
            </w:r>
            <w:r w:rsidR="008A4422">
              <w:rPr>
                <w:rFonts w:eastAsia="Calibri"/>
                <w:color w:val="000000"/>
                <w:sz w:val="18"/>
                <w:szCs w:val="18"/>
                <w:lang w:eastAsia="en-US"/>
              </w:rPr>
              <w:t>ЭФИР</w:t>
            </w:r>
            <w:r w:rsidR="002B4222" w:rsidRPr="002B4222">
              <w:rPr>
                <w:rFonts w:eastAsia="Calibri"/>
                <w:color w:val="000000"/>
                <w:sz w:val="18"/>
                <w:szCs w:val="18"/>
                <w:lang w:eastAsia="en-US"/>
              </w:rPr>
              <w:t>"</w:t>
            </w:r>
            <w:r w:rsidR="008A442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(АО)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E68F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AD42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456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04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74BD9B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3B67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033CC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REFERENCE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3FFF2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Ссылка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2C58F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588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B1A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70F8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394F89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EBAD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6DC7E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PAY_NUMBER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9B90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Номер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00DB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41F1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962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470B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9F3CBE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10B5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12E5F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ACC_DOC_DATE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0D814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расчетного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25A2B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00E1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Date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3AE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1F3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CA4096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E3410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4376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26D4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B74E1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DE5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E61F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1F6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2D2594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0964E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093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C5A50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59A2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D9CE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8DBC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3376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3C2FC8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B76B8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514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0F5E8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A9D1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0D73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4DB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658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AE2B41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DC27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FB4F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A0CD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Плательщик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3B163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FA60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2BF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73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01A1F40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22BA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65476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0264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79946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79F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92CE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C7A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7B25D8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2DB82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FDE1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F440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Банк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D1A3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9E44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7192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C27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40D427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BA2A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0BCD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PAY_CORACC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E070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плательщика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49B8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8B2D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26D9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3721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3C23FA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B7B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86D77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04562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6A0E4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29A3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3742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B777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62FE97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11EC4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A303A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REC_INN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CF70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ИНН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29904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18E6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A4C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AE3B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E65DEF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1CFE6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57C24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REC_KPP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7C40A7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КПП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D30CD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06D1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7100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DFD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98F1B4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27981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02E6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48FA8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Получатель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0B5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CFA0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978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2B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8BA4932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17A7D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8F1D4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63FB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БИК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AB97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7598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28EF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3B4C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077DE63" w14:textId="77777777" w:rsidTr="0003557E">
        <w:trPr>
          <w:cantSplit/>
          <w:trHeight w:val="17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96F16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B71D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REC_BANK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0152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 банк</w:t>
            </w:r>
            <w:r w:rsidR="00DD7989">
              <w:rPr>
                <w:rFonts w:eastAsia="Calibri"/>
                <w:color w:val="000000"/>
                <w:sz w:val="18"/>
                <w:szCs w:val="18"/>
                <w:lang w:eastAsia="en-US"/>
              </w:rPr>
              <w:t>а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B64B8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CBA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101E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2461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B58AFA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9B43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A31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COR_ACC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B9144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Корреспондентский счет банка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4C72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C40F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F30D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92B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88E561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5840C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B31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PURPOSE_PAYMENT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68945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Назначение платежа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1078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408E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57802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9974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9CA4A3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8A7B2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A3D1E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DEBIT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B9388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Дебет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98AA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9D23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2206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17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3474CD2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8DB3B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33380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CREDIT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F8931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Кредит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2FEEF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2FA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Number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54E3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545D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2</w:t>
            </w:r>
          </w:p>
        </w:tc>
      </w:tr>
      <w:tr w:rsidR="0054062C" w:rsidRPr="0054062C" w14:paraId="2C1A89FF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EF23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380A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E742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Дата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E1EEC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1C72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Date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A11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2C2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C85AE2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CD8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8215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val="en-US"/>
              </w:rPr>
              <w:t>TIME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7D04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Время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342F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6E5AB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5A81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F35F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1CF321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77DAB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40DE3A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E3B40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плательщике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7EE82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12F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B4B6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7FF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8F57FFA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C1BD3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85333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0B647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1A9AD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553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467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15C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F46345B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3B851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6EADE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13821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Счет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72852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ABFA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709A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A87B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BD60454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53409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E240F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3289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Наименование/ адрес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98C8B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85C7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F044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3266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755110C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0F77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/ORDERINGPARTY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D247C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17817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DAD1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E116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8D68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B6C4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66B7E31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7BB08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INTERMEDIARY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2F391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AD83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банке-посреднике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9C25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BC7E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EED8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B90B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5422017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503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7CC5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96C3C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E2710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7066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DE76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0F0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926BB3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D5FF4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B00B0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A323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A8A01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1690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6AB2C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A65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BD0D30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8C02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20D1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21E2F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0BDE5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E731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158D9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A587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6494B239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3D834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/INTERMEDIARY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E2D1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9B55D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53931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92F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16B0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34A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F5B53B8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86207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97E3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0430A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банке получателя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CBC4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99442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9320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E02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336A6D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A76B8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D4B79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92FEE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48E95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C5BC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A1C3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A31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D24E9BE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AC7A0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D311A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59E23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8B6B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7718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B7EC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0C6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B27B605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7F07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17C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DC5F3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3DB6D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C4B97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CD8DD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7D9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1BF911D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7EAA51" w14:textId="77777777" w:rsidR="0054062C" w:rsidRPr="0003557E" w:rsidRDefault="0054062C" w:rsidP="00BB0E41">
            <w:pPr>
              <w:spacing w:line="276" w:lineRule="auto"/>
              <w:jc w:val="right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/ACCOUNTWITHINSTITUTION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58D0B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4C27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A4D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9F70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74015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22C7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249B18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2EE9D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  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CEA57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ADB7F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Блок данных о получателе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674D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E13B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7D7C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DEE3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46601F56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BEB8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F6392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BIC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FC95F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SWIFT BIC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111EA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FB2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94634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269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53CE5B23" w14:textId="77777777" w:rsidTr="0003557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9EEDC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1596D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PARTY_ID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493132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Счет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F0F24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B6098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66A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11BA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20B414D4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8B31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F7930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NAMEADDR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D174D3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Наименование/ 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B9C5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99FB5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Character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09E06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140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B19A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014EBFAD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8FD7E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  /BENEFICIARY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5B101D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85F5C9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33044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CC9D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1A568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3891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9F61D85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1C098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  /ENTRY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A6EE1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8D06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30F14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875C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99D1A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CCFA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71BEBEE8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D73C7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  /STATEMENT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37E0E6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BBA37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A99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C7683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B54DB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34A85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3B489C79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AECE6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  /EXTSETTLECODE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30421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63766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C2C49B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5110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BBC17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B79B4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5BF8282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A79CA1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 /CCX99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30C20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91466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47143E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07029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B7C01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2B87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54062C" w:rsidRPr="0054062C" w14:paraId="1C9C8E9A" w14:textId="77777777" w:rsidTr="0054062C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FE6BFF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r w:rsidR="008A4422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EFIS</w:t>
            </w:r>
            <w:r w:rsidRPr="0003557E">
              <w:rPr>
                <w:rFonts w:eastAsia="Calibri"/>
                <w:color w:val="000000"/>
                <w:sz w:val="18"/>
                <w:szCs w:val="18"/>
                <w:lang w:eastAsia="en-US"/>
              </w:rPr>
              <w:t>_DOC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820D60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7D98A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716FC8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0DAA" w14:textId="77777777" w:rsidR="0054062C" w:rsidRPr="0003557E" w:rsidRDefault="0054062C" w:rsidP="00BB0E41">
            <w:pPr>
              <w:spacing w:line="276" w:lineRule="auto"/>
              <w:ind w:left="-65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33EF" w14:textId="77777777" w:rsidR="0054062C" w:rsidRPr="0003557E" w:rsidRDefault="0054062C" w:rsidP="00BB0E41">
            <w:pPr>
              <w:spacing w:line="276" w:lineRule="auto"/>
              <w:ind w:right="-18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4375C" w14:textId="77777777" w:rsidR="0054062C" w:rsidRPr="0003557E" w:rsidRDefault="0054062C" w:rsidP="00BB0E41">
            <w:pPr>
              <w:spacing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3D177D0B" w14:textId="77777777" w:rsidR="0054062C" w:rsidRDefault="0054062C" w:rsidP="004F25FE">
      <w:pPr>
        <w:pStyle w:val="afff7"/>
        <w:rPr>
          <w:sz w:val="20"/>
        </w:rPr>
      </w:pPr>
    </w:p>
    <w:p w14:paraId="4924D355" w14:textId="77777777" w:rsidR="004F25FE" w:rsidRDefault="004F25FE">
      <w:pPr>
        <w:rPr>
          <w:sz w:val="18"/>
          <w:szCs w:val="18"/>
        </w:rPr>
      </w:pPr>
    </w:p>
    <w:sectPr w:rsidR="004F25FE" w:rsidSect="00CC7651">
      <w:pgSz w:w="16838" w:h="11906" w:orient="landscape"/>
      <w:pgMar w:top="1276" w:right="669" w:bottom="851" w:left="1134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C74D3" w14:textId="77777777" w:rsidR="00D507C5" w:rsidRDefault="00D507C5">
      <w:r>
        <w:separator/>
      </w:r>
    </w:p>
  </w:endnote>
  <w:endnote w:type="continuationSeparator" w:id="0">
    <w:p w14:paraId="0CE1E312" w14:textId="77777777" w:rsidR="00D507C5" w:rsidRDefault="00D5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B630F" w14:textId="77777777" w:rsidR="00D507C5" w:rsidRDefault="00D507C5">
      <w:r>
        <w:separator/>
      </w:r>
    </w:p>
  </w:footnote>
  <w:footnote w:type="continuationSeparator" w:id="0">
    <w:p w14:paraId="3E01D383" w14:textId="77777777" w:rsidR="00D507C5" w:rsidRDefault="00D50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D8B9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proofErr w:type="gramStart"/>
    <w:r w:rsidRPr="00934967">
      <w:rPr>
        <w:sz w:val="22"/>
        <w:szCs w:val="22"/>
      </w:rPr>
      <w:t xml:space="preserve">Приложение </w:t>
    </w:r>
    <w:r w:rsidR="00736514">
      <w:rPr>
        <w:sz w:val="22"/>
        <w:szCs w:val="22"/>
      </w:rPr>
      <w:t> </w:t>
    </w:r>
    <w:r w:rsidR="00C72B07">
      <w:rPr>
        <w:sz w:val="22"/>
        <w:szCs w:val="22"/>
      </w:rPr>
      <w:t>31.5</w:t>
    </w:r>
    <w:proofErr w:type="gramEnd"/>
    <w:r w:rsidR="00C72B07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8A4422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2C4923D9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4FF1C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7D10EC">
      <w:rPr>
        <w:sz w:val="22"/>
        <w:szCs w:val="22"/>
      </w:rPr>
      <w:t xml:space="preserve">31.5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8A4422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557E"/>
    <w:rsid w:val="00037143"/>
    <w:rsid w:val="00040E93"/>
    <w:rsid w:val="00045F65"/>
    <w:rsid w:val="00050653"/>
    <w:rsid w:val="00051C4F"/>
    <w:rsid w:val="000524B2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2C65"/>
    <w:rsid w:val="000840C7"/>
    <w:rsid w:val="000A0074"/>
    <w:rsid w:val="000A01B3"/>
    <w:rsid w:val="000A073A"/>
    <w:rsid w:val="000A413F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0024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222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E794F"/>
    <w:rsid w:val="002F2E5F"/>
    <w:rsid w:val="002F3966"/>
    <w:rsid w:val="002F6E14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77704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18D6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374DC"/>
    <w:rsid w:val="00440EB2"/>
    <w:rsid w:val="0044210D"/>
    <w:rsid w:val="004433A2"/>
    <w:rsid w:val="004465AD"/>
    <w:rsid w:val="004553C8"/>
    <w:rsid w:val="00455767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A6825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10B71"/>
    <w:rsid w:val="005202FB"/>
    <w:rsid w:val="00520D6C"/>
    <w:rsid w:val="00523B7D"/>
    <w:rsid w:val="00525DC1"/>
    <w:rsid w:val="00536C72"/>
    <w:rsid w:val="00537300"/>
    <w:rsid w:val="0054062C"/>
    <w:rsid w:val="00543FDA"/>
    <w:rsid w:val="0054416A"/>
    <w:rsid w:val="005446B9"/>
    <w:rsid w:val="00545B0B"/>
    <w:rsid w:val="005501D1"/>
    <w:rsid w:val="0055041B"/>
    <w:rsid w:val="00551578"/>
    <w:rsid w:val="005534AF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3F73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0F20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5BB"/>
    <w:rsid w:val="00754D8A"/>
    <w:rsid w:val="00755211"/>
    <w:rsid w:val="00757867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10EC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4422"/>
    <w:rsid w:val="008A6F29"/>
    <w:rsid w:val="008B27C3"/>
    <w:rsid w:val="008B38C3"/>
    <w:rsid w:val="008B3A7F"/>
    <w:rsid w:val="008B6598"/>
    <w:rsid w:val="008B6B04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37788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A7FB5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5D0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04A9"/>
    <w:rsid w:val="00A35213"/>
    <w:rsid w:val="00A375CB"/>
    <w:rsid w:val="00A37F25"/>
    <w:rsid w:val="00A37F9C"/>
    <w:rsid w:val="00A40BB4"/>
    <w:rsid w:val="00A50061"/>
    <w:rsid w:val="00A501AD"/>
    <w:rsid w:val="00A56E69"/>
    <w:rsid w:val="00A5790C"/>
    <w:rsid w:val="00A60D3F"/>
    <w:rsid w:val="00A62763"/>
    <w:rsid w:val="00A63982"/>
    <w:rsid w:val="00A65FD2"/>
    <w:rsid w:val="00A662E1"/>
    <w:rsid w:val="00A70F7E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09AC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75CA2"/>
    <w:rsid w:val="00B800DA"/>
    <w:rsid w:val="00B80422"/>
    <w:rsid w:val="00B825A8"/>
    <w:rsid w:val="00B82BCD"/>
    <w:rsid w:val="00B84F20"/>
    <w:rsid w:val="00B86671"/>
    <w:rsid w:val="00B87BFB"/>
    <w:rsid w:val="00B92928"/>
    <w:rsid w:val="00B93C27"/>
    <w:rsid w:val="00B97E4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2B07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C7651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07C4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07C5"/>
    <w:rsid w:val="00D51CDF"/>
    <w:rsid w:val="00D54121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D7989"/>
    <w:rsid w:val="00DE5787"/>
    <w:rsid w:val="00DF2736"/>
    <w:rsid w:val="00DF281A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805"/>
    <w:rsid w:val="00E27A02"/>
    <w:rsid w:val="00E31198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0A2B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5BB6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8B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6712D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D47AE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FF4F8B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0</TotalTime>
  <Pages>4</Pages>
  <Words>656</Words>
  <Characters>4416</Characters>
  <Application>Microsoft Office Word</Application>
  <DocSecurity>0</DocSecurity>
  <Lines>192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2025-12-11T14:04:00Z</dcterms:created>
  <dcterms:modified xsi:type="dcterms:W3CDTF">2025-12-12T13:22:00Z</dcterms:modified>
</cp:coreProperties>
</file>